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2030F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4E7D4F" w:rsidRPr="005C502A">
        <w:rPr>
          <w:rFonts w:ascii="Verdana" w:hAnsi="Verdana"/>
          <w:b/>
        </w:rPr>
        <w:t>„</w:t>
      </w:r>
      <w:bookmarkEnd w:id="0"/>
      <w:r w:rsidR="004E7D4F" w:rsidRPr="005C502A">
        <w:rPr>
          <w:rFonts w:ascii="Verdana" w:hAnsi="Verdana"/>
          <w:b/>
          <w:bCs/>
        </w:rPr>
        <w:t>Elektrická ohýbačka plechů</w:t>
      </w:r>
      <w:r w:rsidR="004E7D4F" w:rsidRPr="005C502A">
        <w:rPr>
          <w:rFonts w:ascii="Verdana" w:hAnsi="Verdana"/>
          <w:b/>
        </w:rPr>
        <w:t xml:space="preserve">“ </w:t>
      </w:r>
      <w:r w:rsidR="004E7D4F" w:rsidRPr="005C502A">
        <w:rPr>
          <w:rFonts w:ascii="Verdana" w:hAnsi="Verdana"/>
        </w:rPr>
        <w:t>č.j. 27733/2025-SŽ-OŘ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844B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844B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844B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7D4F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844BC"/>
    <w:rsid w:val="005D60C9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D210A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D60C9"/>
    <w:rsid w:val="00710200"/>
    <w:rsid w:val="0087094D"/>
    <w:rsid w:val="009038E8"/>
    <w:rsid w:val="00B72819"/>
    <w:rsid w:val="00BE31C7"/>
    <w:rsid w:val="00C601C7"/>
    <w:rsid w:val="00CD210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11</cp:revision>
  <cp:lastPrinted>2017-11-28T17:18:00Z</cp:lastPrinted>
  <dcterms:created xsi:type="dcterms:W3CDTF">2023-11-16T10:29:00Z</dcterms:created>
  <dcterms:modified xsi:type="dcterms:W3CDTF">2025-07-14T12:28:00Z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